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360" w:firstLine="0" w:firstLineChars="0"/>
        <w:jc w:val="center"/>
      </w:pPr>
      <w:r>
        <w:pict>
          <v:shape id="_x0000_i1025" o:spt="75" type="#_x0000_t75" style="height:28.5pt;width:13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10"/>
        <w:ind w:left="360" w:firstLine="0" w:firstLineChars="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学术型硕士研究生招生考试业务课考试大纲</w:t>
      </w:r>
    </w:p>
    <w:p>
      <w:pPr>
        <w:pStyle w:val="10"/>
        <w:ind w:left="360" w:firstLine="0" w:firstLineChars="0"/>
        <w:jc w:val="center"/>
        <w:rPr>
          <w:rFonts w:hint="eastAsia" w:eastAsia="宋体"/>
          <w:b/>
          <w:sz w:val="36"/>
          <w:szCs w:val="36"/>
          <w:u w:val="single"/>
          <w:lang w:eastAsia="zh-CN"/>
        </w:rPr>
      </w:pPr>
      <w:r>
        <w:rPr>
          <w:rFonts w:hint="eastAsia"/>
          <w:b/>
          <w:sz w:val="36"/>
          <w:szCs w:val="36"/>
          <w:u w:val="single"/>
        </w:rPr>
        <w:t>考试科目：马克思主义基本理论</w:t>
      </w:r>
      <w:r>
        <w:rPr>
          <w:b/>
          <w:sz w:val="36"/>
          <w:szCs w:val="36"/>
          <w:u w:val="single"/>
        </w:rPr>
        <w:t xml:space="preserve">  </w:t>
      </w:r>
      <w:r>
        <w:rPr>
          <w:rFonts w:hint="eastAsia"/>
          <w:b/>
          <w:sz w:val="36"/>
          <w:szCs w:val="36"/>
          <w:u w:val="single"/>
        </w:rPr>
        <w:t>科目代码：</w:t>
      </w:r>
      <w:r>
        <w:rPr>
          <w:b/>
          <w:sz w:val="36"/>
          <w:szCs w:val="36"/>
          <w:u w:val="single"/>
        </w:rPr>
        <w:t>61</w:t>
      </w:r>
      <w:r>
        <w:rPr>
          <w:rFonts w:hint="eastAsia"/>
          <w:b/>
          <w:sz w:val="36"/>
          <w:szCs w:val="36"/>
          <w:u w:val="single"/>
          <w:lang w:val="en-US" w:eastAsia="zh-CN"/>
        </w:rPr>
        <w:t>2</w:t>
      </w:r>
    </w:p>
    <w:p>
      <w:pPr>
        <w:pStyle w:val="10"/>
        <w:ind w:left="360" w:firstLine="0" w:firstLineChars="0"/>
        <w:jc w:val="center"/>
        <w:rPr>
          <w:b/>
        </w:rPr>
      </w:pPr>
    </w:p>
    <w:p>
      <w:pPr>
        <w:pStyle w:val="10"/>
        <w:spacing w:line="360" w:lineRule="auto"/>
        <w:ind w:firstLine="0" w:firstLine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一、参考书目：</w:t>
      </w:r>
    </w:p>
    <w:p>
      <w:pPr>
        <w:pStyle w:val="10"/>
        <w:spacing w:line="360" w:lineRule="auto"/>
        <w:ind w:left="360" w:firstLine="0" w:firstLineChars="0"/>
        <w:jc w:val="left"/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本书编写组：</w:t>
      </w:r>
      <w:bookmarkEnd w:id="0"/>
      <w:r>
        <w:rPr>
          <w:rFonts w:hint="eastAsia"/>
          <w:sz w:val="24"/>
          <w:szCs w:val="24"/>
        </w:rPr>
        <w:t>《马克思主义基本原理概论（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年修订版）》，</w:t>
      </w:r>
      <w:bookmarkStart w:id="1" w:name="OLE_LINK2"/>
      <w:r>
        <w:rPr>
          <w:rFonts w:hint="eastAsia"/>
          <w:sz w:val="24"/>
          <w:szCs w:val="24"/>
        </w:rPr>
        <w:t>高等教育出版社，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。</w:t>
      </w:r>
    </w:p>
    <w:bookmarkEnd w:id="1"/>
    <w:p>
      <w:pPr>
        <w:pStyle w:val="10"/>
        <w:spacing w:line="360" w:lineRule="auto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>本书编写组：《毛泽东思想和中国特色社会主义理论体系概论（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年修订版）》，高等教育出版社，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。</w:t>
      </w:r>
      <w:bookmarkStart w:id="2" w:name="_GoBack"/>
      <w:bookmarkEnd w:id="2"/>
    </w:p>
    <w:p>
      <w:pPr>
        <w:pStyle w:val="10"/>
        <w:spacing w:line="360" w:lineRule="auto"/>
        <w:ind w:firstLine="0" w:firstLine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二、考试内容范围：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（一）马克思主义基本原理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、马克思主义的形成发展和特征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、世界的物质性及其发展规律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、实践与认识的本质及其发展规律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、人类社会及其发展规律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、资本主义的本质及其规律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、资本主义的发展及其趋势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、社会主义的发展及其规律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、共产主义崇高理想及其最终实现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（二）中国化马克思主义理论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、毛泽东思想及其历史地位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、新民主主义革命理论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、社会主义改造理论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、社会主义建设道路初步探索的理论成果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、邓小平理论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、“三个代表”重要思想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、科学发展观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、习近平新时代中国特色社会主义思想及其历史地位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、坚持和发展中国特色社会主义的总任务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、“五位一体”的总体布局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、“四个全面”的战略布局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、全面推进国防和军队现代化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13</w:t>
      </w:r>
      <w:r>
        <w:rPr>
          <w:rFonts w:hint="eastAsia"/>
          <w:sz w:val="24"/>
          <w:szCs w:val="24"/>
        </w:rPr>
        <w:t>、中国特色大国外交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rFonts w:hint="eastAsia"/>
          <w:sz w:val="24"/>
          <w:szCs w:val="24"/>
        </w:rPr>
        <w:t>、坚持和加强党的领导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三、试卷结构及题型比例：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科目分值：</w:t>
      </w:r>
      <w:r>
        <w:rPr>
          <w:sz w:val="24"/>
          <w:szCs w:val="24"/>
        </w:rPr>
        <w:t>150</w:t>
      </w:r>
      <w:r>
        <w:rPr>
          <w:rFonts w:hint="eastAsia"/>
          <w:sz w:val="24"/>
          <w:szCs w:val="24"/>
        </w:rPr>
        <w:t>分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考试时间：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小时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题型比例：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1.</w:t>
      </w:r>
      <w:r>
        <w:rPr>
          <w:rFonts w:hint="eastAsia"/>
          <w:sz w:val="24"/>
          <w:szCs w:val="24"/>
        </w:rPr>
        <w:t>名词解释：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40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27%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2.</w:t>
      </w:r>
      <w:r>
        <w:rPr>
          <w:rFonts w:hint="eastAsia"/>
          <w:sz w:val="24"/>
          <w:szCs w:val="24"/>
        </w:rPr>
        <w:t>简答题：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40%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论述题：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25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50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33%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250"/>
    <w:rsid w:val="00013B4D"/>
    <w:rsid w:val="000166F7"/>
    <w:rsid w:val="000B1210"/>
    <w:rsid w:val="000F072A"/>
    <w:rsid w:val="00106A86"/>
    <w:rsid w:val="001914DA"/>
    <w:rsid w:val="002840C8"/>
    <w:rsid w:val="002F21EC"/>
    <w:rsid w:val="003060DB"/>
    <w:rsid w:val="00314CD2"/>
    <w:rsid w:val="00382250"/>
    <w:rsid w:val="00383427"/>
    <w:rsid w:val="00386B1D"/>
    <w:rsid w:val="003952CB"/>
    <w:rsid w:val="003B3BD1"/>
    <w:rsid w:val="003C2A74"/>
    <w:rsid w:val="004A2ADE"/>
    <w:rsid w:val="004B72D9"/>
    <w:rsid w:val="004C5DD1"/>
    <w:rsid w:val="004D5DEC"/>
    <w:rsid w:val="00507546"/>
    <w:rsid w:val="005433D0"/>
    <w:rsid w:val="00545CC2"/>
    <w:rsid w:val="00580021"/>
    <w:rsid w:val="006D2BBD"/>
    <w:rsid w:val="006F3520"/>
    <w:rsid w:val="00750E77"/>
    <w:rsid w:val="00874209"/>
    <w:rsid w:val="009C6AB4"/>
    <w:rsid w:val="00AA41B0"/>
    <w:rsid w:val="00B056F6"/>
    <w:rsid w:val="00B23472"/>
    <w:rsid w:val="00B362CE"/>
    <w:rsid w:val="00BA0D9F"/>
    <w:rsid w:val="00C0213F"/>
    <w:rsid w:val="00CB1E49"/>
    <w:rsid w:val="00D64DC0"/>
    <w:rsid w:val="00D8105A"/>
    <w:rsid w:val="00E659C7"/>
    <w:rsid w:val="00FB2425"/>
    <w:rsid w:val="32E63A72"/>
    <w:rsid w:val="3FBA061B"/>
    <w:rsid w:val="4B7E731A"/>
    <w:rsid w:val="6ABC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ody Text Indent Char"/>
    <w:basedOn w:val="5"/>
    <w:link w:val="2"/>
    <w:semiHidden/>
    <w:locked/>
    <w:uiPriority w:val="99"/>
    <w:rPr>
      <w:rFonts w:ascii="Calibri" w:hAnsi="Calibri" w:cs="Times New Roman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95</Words>
  <Characters>546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2016-06-13T01:17:00Z</dcterms:created>
  <dc:creator>lenovo</dc:creator>
  <cp:lastModifiedBy>放空呼吸</cp:lastModifiedBy>
  <dcterms:modified xsi:type="dcterms:W3CDTF">2018-06-05T01:15:56Z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