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F26" w:rsidRPr="00936201" w:rsidRDefault="00146F26" w:rsidP="001239F4"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 w:rsidRPr="00936201">
        <w:rPr>
          <w:rFonts w:ascii="宋体" w:hAnsi="宋体" w:cs="黑体" w:hint="eastAsia"/>
          <w:b/>
          <w:bCs/>
          <w:sz w:val="28"/>
          <w:szCs w:val="28"/>
        </w:rPr>
        <w:t>《印刷概论》考试大纲及推荐书目</w:t>
      </w:r>
    </w:p>
    <w:p w:rsidR="00146F26" w:rsidRPr="004F2CCA" w:rsidRDefault="00146F26" w:rsidP="001239F4">
      <w:pPr>
        <w:spacing w:line="360" w:lineRule="auto"/>
        <w:jc w:val="center"/>
        <w:rPr>
          <w:rFonts w:ascii="黑体" w:eastAsia="黑体" w:hAnsi="黑体"/>
          <w:b/>
          <w:bCs/>
          <w:color w:val="000000"/>
          <w:sz w:val="18"/>
          <w:szCs w:val="18"/>
          <w:shd w:val="clear" w:color="auto" w:fill="FFFFFF"/>
        </w:rPr>
      </w:pPr>
    </w:p>
    <w:p w:rsidR="00146F26" w:rsidRPr="00185B43" w:rsidRDefault="00146F26" w:rsidP="001239F4">
      <w:pPr>
        <w:spacing w:line="360" w:lineRule="auto"/>
        <w:rPr>
          <w:rFonts w:hAnsi="宋体" w:cs="宋体"/>
          <w:b/>
          <w:sz w:val="24"/>
          <w:szCs w:val="24"/>
        </w:rPr>
      </w:pPr>
      <w:r w:rsidRPr="00185B43">
        <w:rPr>
          <w:rFonts w:hAnsi="宋体" w:cs="宋体" w:hint="eastAsia"/>
          <w:b/>
          <w:sz w:val="24"/>
          <w:szCs w:val="24"/>
        </w:rPr>
        <w:t>一、考试范围：</w:t>
      </w:r>
    </w:p>
    <w:p w:rsidR="00146F26" w:rsidRPr="000942F7" w:rsidRDefault="00146F26" w:rsidP="001239F4">
      <w:pPr>
        <w:spacing w:line="360" w:lineRule="auto"/>
        <w:ind w:firstLine="420"/>
      </w:pPr>
      <w:r w:rsidRPr="000942F7">
        <w:rPr>
          <w:rFonts w:hAnsi="宋体" w:cs="宋体" w:hint="eastAsia"/>
        </w:rPr>
        <w:t>（一）印刷发展简史</w:t>
      </w:r>
    </w:p>
    <w:p w:rsidR="00146F26" w:rsidRPr="000942F7" w:rsidRDefault="00146F26" w:rsidP="00936201">
      <w:pPr>
        <w:spacing w:line="360" w:lineRule="auto"/>
        <w:ind w:firstLineChars="200" w:firstLine="420"/>
      </w:pPr>
      <w:r w:rsidRPr="000942F7">
        <w:t xml:space="preserve">1. </w:t>
      </w:r>
      <w:r w:rsidRPr="000942F7">
        <w:rPr>
          <w:rFonts w:hAnsi="宋体" w:cs="宋体" w:hint="eastAsia"/>
        </w:rPr>
        <w:t>印刷术起源的物质和技术基础；</w:t>
      </w:r>
      <w:r w:rsidRPr="000942F7">
        <w:t xml:space="preserve">2. </w:t>
      </w:r>
      <w:r w:rsidRPr="000942F7">
        <w:rPr>
          <w:rFonts w:hAnsi="宋体" w:cs="宋体" w:hint="eastAsia"/>
        </w:rPr>
        <w:t>印刷术的早期发展及其现存实物证据；</w:t>
      </w:r>
      <w:r w:rsidRPr="000942F7">
        <w:t xml:space="preserve">3. </w:t>
      </w:r>
      <w:r w:rsidRPr="000942F7">
        <w:rPr>
          <w:rFonts w:hAnsi="宋体" w:cs="宋体" w:hint="eastAsia"/>
        </w:rPr>
        <w:t>雕版印刷技术体系的形成和发展过程；</w:t>
      </w:r>
      <w:r w:rsidRPr="000942F7">
        <w:t>4</w:t>
      </w:r>
      <w:r w:rsidRPr="000942F7">
        <w:rPr>
          <w:rFonts w:hAnsi="宋体" w:cs="宋体" w:hint="eastAsia"/>
        </w:rPr>
        <w:t>活字印刷技术体系的形成和发展过程；</w:t>
      </w:r>
      <w:r w:rsidRPr="000942F7">
        <w:t>5.</w:t>
      </w:r>
      <w:r w:rsidRPr="000942F7">
        <w:rPr>
          <w:rFonts w:hAnsi="宋体" w:cs="宋体" w:hint="eastAsia"/>
        </w:rPr>
        <w:t>传统书籍装帧的类型及其对现代书籍装帧借鉴意义；</w:t>
      </w:r>
      <w:r w:rsidRPr="000942F7">
        <w:t>7.</w:t>
      </w:r>
      <w:r w:rsidRPr="000942F7">
        <w:rPr>
          <w:rFonts w:hAnsi="宋体" w:cs="宋体" w:hint="eastAsia"/>
        </w:rPr>
        <w:t>中国印刷术向外传播的历程及其影响；</w:t>
      </w:r>
      <w:r w:rsidRPr="000942F7">
        <w:t>8.</w:t>
      </w:r>
      <w:r w:rsidRPr="000942F7">
        <w:rPr>
          <w:rFonts w:hAnsi="宋体" w:cs="宋体" w:hint="eastAsia"/>
        </w:rPr>
        <w:t>近现代西方印刷技术的发展历程；</w:t>
      </w:r>
      <w:r w:rsidRPr="000942F7">
        <w:t>9.</w:t>
      </w:r>
      <w:r w:rsidRPr="000942F7">
        <w:rPr>
          <w:rFonts w:hAnsi="宋体" w:cs="宋体" w:hint="eastAsia"/>
        </w:rPr>
        <w:t>近现代西方印刷技术回传中国的历程及其影响；</w:t>
      </w:r>
      <w:r w:rsidRPr="000942F7">
        <w:t>10.</w:t>
      </w:r>
      <w:r w:rsidRPr="000942F7">
        <w:rPr>
          <w:rFonts w:hAnsi="宋体" w:cs="宋体" w:hint="eastAsia"/>
        </w:rPr>
        <w:t>印刷术的发明和应用对社会发展、科技传播、文化交流等方面的作用和影响。</w:t>
      </w:r>
    </w:p>
    <w:p w:rsidR="00146F26" w:rsidRPr="000942F7" w:rsidRDefault="00146F26" w:rsidP="00936201">
      <w:pPr>
        <w:spacing w:line="360" w:lineRule="auto"/>
        <w:ind w:firstLineChars="200" w:firstLine="420"/>
      </w:pPr>
      <w:r w:rsidRPr="000942F7">
        <w:rPr>
          <w:rFonts w:hAnsi="宋体" w:cs="宋体" w:hint="eastAsia"/>
        </w:rPr>
        <w:t>重点：</w:t>
      </w:r>
    </w:p>
    <w:p w:rsidR="00146F26" w:rsidRPr="000942F7" w:rsidRDefault="00146F26" w:rsidP="001239F4">
      <w:pPr>
        <w:spacing w:line="360" w:lineRule="auto"/>
        <w:ind w:firstLine="420"/>
      </w:pPr>
      <w:r w:rsidRPr="000942F7">
        <w:t>1.</w:t>
      </w:r>
      <w:r w:rsidRPr="000942F7">
        <w:rPr>
          <w:rFonts w:hAnsi="宋体" w:cs="宋体" w:hint="eastAsia"/>
        </w:rPr>
        <w:t>印刷术起源的物质和技术基础；</w:t>
      </w:r>
      <w:r w:rsidRPr="000942F7">
        <w:t>2.</w:t>
      </w:r>
      <w:r w:rsidRPr="000942F7">
        <w:rPr>
          <w:rFonts w:hAnsi="宋体" w:cs="宋体" w:hint="eastAsia"/>
        </w:rPr>
        <w:t>印刷术的早期发展及其现存实物证据；</w:t>
      </w:r>
      <w:r w:rsidRPr="000942F7">
        <w:t>3.</w:t>
      </w:r>
      <w:r w:rsidRPr="000942F7">
        <w:rPr>
          <w:rFonts w:hAnsi="宋体" w:cs="宋体" w:hint="eastAsia"/>
        </w:rPr>
        <w:t>雕版印刷发展脉络及与雕版印刷发展有关的代表性人物、事件和印刷品；</w:t>
      </w:r>
      <w:r w:rsidRPr="000942F7">
        <w:t>4.</w:t>
      </w:r>
      <w:r w:rsidRPr="000942F7">
        <w:rPr>
          <w:rFonts w:hAnsi="宋体" w:cs="宋体" w:hint="eastAsia"/>
        </w:rPr>
        <w:t>活字印刷发展脉络及与活字印刷发展有关的代表性人物、事件和印刷品；</w:t>
      </w:r>
      <w:r w:rsidRPr="000942F7">
        <w:t>5.</w:t>
      </w:r>
      <w:r w:rsidRPr="000942F7">
        <w:rPr>
          <w:rFonts w:hAnsi="宋体" w:cs="宋体" w:hint="eastAsia"/>
        </w:rPr>
        <w:t>中国印刷术向外传播历程及其影响。</w:t>
      </w:r>
    </w:p>
    <w:p w:rsidR="00146F26" w:rsidRPr="000942F7" w:rsidRDefault="00146F26" w:rsidP="001239F4">
      <w:pPr>
        <w:spacing w:line="360" w:lineRule="auto"/>
      </w:pPr>
      <w:r w:rsidRPr="000942F7">
        <w:tab/>
      </w:r>
      <w:r w:rsidRPr="000942F7">
        <w:rPr>
          <w:rFonts w:hAnsi="宋体" w:cs="宋体" w:hint="eastAsia"/>
        </w:rPr>
        <w:t>（二）印刷综述</w:t>
      </w:r>
    </w:p>
    <w:p w:rsidR="00146F26" w:rsidRPr="000942F7" w:rsidRDefault="00146F26" w:rsidP="001239F4">
      <w:pPr>
        <w:spacing w:line="360" w:lineRule="auto"/>
      </w:pPr>
      <w:r w:rsidRPr="000942F7">
        <w:tab/>
        <w:t>1.</w:t>
      </w:r>
      <w:r w:rsidRPr="000942F7">
        <w:rPr>
          <w:rFonts w:hAnsi="宋体" w:cs="宋体" w:hint="eastAsia"/>
        </w:rPr>
        <w:t>印刷的定义及特点；</w:t>
      </w:r>
      <w:r w:rsidRPr="000942F7">
        <w:t>2</w:t>
      </w:r>
      <w:r w:rsidRPr="000942F7">
        <w:rPr>
          <w:rFonts w:hAnsi="宋体" w:cs="宋体" w:hint="eastAsia"/>
        </w:rPr>
        <w:t>。印刷的分类与特点；</w:t>
      </w:r>
      <w:r w:rsidRPr="000942F7">
        <w:t>3.</w:t>
      </w:r>
      <w:r w:rsidRPr="000942F7">
        <w:rPr>
          <w:rFonts w:hAnsi="宋体" w:cs="宋体" w:hint="eastAsia"/>
        </w:rPr>
        <w:t>印刷的要素；</w:t>
      </w:r>
      <w:r w:rsidRPr="000942F7">
        <w:t>4.</w:t>
      </w:r>
      <w:r w:rsidRPr="000942F7">
        <w:rPr>
          <w:rFonts w:hAnsi="宋体" w:cs="宋体" w:hint="eastAsia"/>
        </w:rPr>
        <w:t>不同印刷方式的印刷原理及印刷工艺过程概述。</w:t>
      </w:r>
    </w:p>
    <w:p w:rsidR="00146F26" w:rsidRPr="000942F7" w:rsidRDefault="00146F26" w:rsidP="001239F4">
      <w:pPr>
        <w:spacing w:line="360" w:lineRule="auto"/>
      </w:pPr>
      <w:r w:rsidRPr="000942F7">
        <w:tab/>
      </w:r>
      <w:r w:rsidRPr="000942F7">
        <w:rPr>
          <w:rFonts w:hAnsi="宋体" w:cs="宋体" w:hint="eastAsia"/>
        </w:rPr>
        <w:t>重点：</w:t>
      </w:r>
    </w:p>
    <w:p w:rsidR="00146F26" w:rsidRPr="000942F7" w:rsidRDefault="00146F26" w:rsidP="001239F4">
      <w:pPr>
        <w:spacing w:line="360" w:lineRule="auto"/>
      </w:pPr>
      <w:r w:rsidRPr="000942F7">
        <w:tab/>
        <w:t>1.</w:t>
      </w:r>
      <w:r w:rsidRPr="000942F7">
        <w:rPr>
          <w:rFonts w:hAnsi="宋体" w:cs="宋体" w:hint="eastAsia"/>
        </w:rPr>
        <w:t>印刷的定义；</w:t>
      </w:r>
      <w:r w:rsidRPr="000942F7">
        <w:t>2.</w:t>
      </w:r>
      <w:r w:rsidRPr="000942F7">
        <w:rPr>
          <w:rFonts w:hAnsi="宋体" w:cs="宋体" w:hint="eastAsia"/>
        </w:rPr>
        <w:t>以印版为基础的印刷分类；</w:t>
      </w:r>
      <w:r w:rsidRPr="000942F7">
        <w:t>3.</w:t>
      </w:r>
      <w:r w:rsidRPr="000942F7">
        <w:rPr>
          <w:rFonts w:hAnsi="宋体" w:cs="宋体" w:hint="eastAsia"/>
        </w:rPr>
        <w:t>不同印刷品的特点；</w:t>
      </w:r>
      <w:r w:rsidRPr="000942F7">
        <w:t>4.</w:t>
      </w:r>
      <w:r w:rsidRPr="000942F7">
        <w:rPr>
          <w:rFonts w:hAnsi="宋体" w:cs="宋体" w:hint="eastAsia"/>
        </w:rPr>
        <w:t>印刷的要素及各要素在印刷中的作用；</w:t>
      </w:r>
      <w:r w:rsidRPr="000942F7">
        <w:t>5.</w:t>
      </w:r>
      <w:r w:rsidRPr="000942F7">
        <w:rPr>
          <w:rFonts w:hAnsi="宋体" w:cs="宋体" w:hint="eastAsia"/>
        </w:rPr>
        <w:t>各种印刷工艺流程。</w:t>
      </w:r>
    </w:p>
    <w:p w:rsidR="00146F26" w:rsidRPr="000942F7" w:rsidRDefault="00146F26" w:rsidP="001239F4">
      <w:pPr>
        <w:spacing w:line="360" w:lineRule="auto"/>
      </w:pPr>
      <w:r w:rsidRPr="000942F7">
        <w:tab/>
      </w:r>
      <w:r w:rsidRPr="000942F7">
        <w:rPr>
          <w:rFonts w:hAnsi="宋体" w:cs="宋体" w:hint="eastAsia"/>
        </w:rPr>
        <w:t>（三）印前图文信息处理</w:t>
      </w:r>
    </w:p>
    <w:p w:rsidR="00146F26" w:rsidRPr="000942F7" w:rsidRDefault="00146F26" w:rsidP="001239F4">
      <w:pPr>
        <w:spacing w:line="360" w:lineRule="auto"/>
      </w:pPr>
      <w:r w:rsidRPr="000942F7">
        <w:tab/>
        <w:t>1.</w:t>
      </w:r>
      <w:r w:rsidRPr="000942F7">
        <w:rPr>
          <w:rFonts w:hAnsi="宋体" w:cs="宋体" w:hint="eastAsia"/>
        </w:rPr>
        <w:t>印前图文信息处理的基本概念；</w:t>
      </w:r>
      <w:r w:rsidRPr="000942F7">
        <w:t>2.</w:t>
      </w:r>
      <w:r w:rsidRPr="000942F7">
        <w:rPr>
          <w:rFonts w:hAnsi="宋体" w:cs="宋体" w:hint="eastAsia"/>
        </w:rPr>
        <w:t>连续掉图像阶调复制原理；</w:t>
      </w:r>
      <w:r w:rsidRPr="000942F7">
        <w:t>3.</w:t>
      </w:r>
      <w:r w:rsidRPr="000942F7">
        <w:rPr>
          <w:rFonts w:hAnsi="宋体" w:cs="宋体" w:hint="eastAsia"/>
        </w:rPr>
        <w:t>颜色再现基本原理；</w:t>
      </w:r>
      <w:r w:rsidRPr="000942F7">
        <w:t>4.</w:t>
      </w:r>
      <w:r w:rsidRPr="000942F7">
        <w:rPr>
          <w:rFonts w:hAnsi="宋体" w:cs="宋体" w:hint="eastAsia"/>
        </w:rPr>
        <w:t>图像处理的基本方法。</w:t>
      </w:r>
    </w:p>
    <w:p w:rsidR="00146F26" w:rsidRPr="000942F7" w:rsidRDefault="00146F26" w:rsidP="001239F4">
      <w:pPr>
        <w:spacing w:line="360" w:lineRule="auto"/>
      </w:pPr>
      <w:r w:rsidRPr="000942F7">
        <w:tab/>
      </w:r>
      <w:r w:rsidRPr="000942F7">
        <w:rPr>
          <w:rFonts w:hAnsi="宋体" w:cs="宋体" w:hint="eastAsia"/>
        </w:rPr>
        <w:t>重点：</w:t>
      </w:r>
    </w:p>
    <w:p w:rsidR="00146F26" w:rsidRPr="000942F7" w:rsidRDefault="00146F26" w:rsidP="001239F4">
      <w:pPr>
        <w:spacing w:line="360" w:lineRule="auto"/>
        <w:ind w:firstLine="420"/>
      </w:pPr>
      <w:r w:rsidRPr="000942F7">
        <w:t>1.</w:t>
      </w:r>
      <w:r w:rsidRPr="000942F7">
        <w:rPr>
          <w:rFonts w:hAnsi="宋体" w:cs="宋体" w:hint="eastAsia"/>
        </w:rPr>
        <w:t>网点的形成；</w:t>
      </w:r>
      <w:r w:rsidRPr="000942F7">
        <w:t>2.</w:t>
      </w:r>
      <w:r w:rsidRPr="000942F7">
        <w:rPr>
          <w:rFonts w:hAnsi="宋体" w:cs="宋体" w:hint="eastAsia"/>
        </w:rPr>
        <w:t>印刷过程中采用网点印刷的原因；</w:t>
      </w:r>
      <w:r w:rsidRPr="000942F7">
        <w:t>3.</w:t>
      </w:r>
      <w:r w:rsidRPr="000942F7">
        <w:rPr>
          <w:rFonts w:hAnsi="宋体" w:cs="宋体" w:hint="eastAsia"/>
        </w:rPr>
        <w:t>网点的基本特点；</w:t>
      </w:r>
      <w:r w:rsidRPr="000942F7">
        <w:t>4.</w:t>
      </w:r>
      <w:r w:rsidRPr="000942F7">
        <w:rPr>
          <w:rFonts w:hAnsi="宋体" w:cs="宋体" w:hint="eastAsia"/>
        </w:rPr>
        <w:t>印刷图像的阶调再现的基本原理；</w:t>
      </w:r>
      <w:r w:rsidRPr="000942F7">
        <w:t>5.</w:t>
      </w:r>
      <w:r w:rsidRPr="000942F7">
        <w:rPr>
          <w:rFonts w:hAnsi="宋体" w:cs="宋体" w:hint="eastAsia"/>
        </w:rPr>
        <w:t>印刷颜色再现的基本原理（色彩的分解与合成）；</w:t>
      </w:r>
      <w:r w:rsidRPr="000942F7">
        <w:t>6.</w:t>
      </w:r>
      <w:r w:rsidRPr="000942F7">
        <w:rPr>
          <w:rFonts w:hAnsi="宋体" w:cs="宋体" w:hint="eastAsia"/>
        </w:rPr>
        <w:t>文字排版的基本知识。</w:t>
      </w:r>
    </w:p>
    <w:p w:rsidR="00146F26" w:rsidRPr="000942F7" w:rsidRDefault="00146F26" w:rsidP="001239F4">
      <w:pPr>
        <w:spacing w:line="360" w:lineRule="auto"/>
        <w:ind w:firstLine="420"/>
      </w:pPr>
      <w:r w:rsidRPr="000942F7">
        <w:rPr>
          <w:rFonts w:hAnsi="宋体" w:cs="宋体" w:hint="eastAsia"/>
        </w:rPr>
        <w:t>（四）制版</w:t>
      </w:r>
    </w:p>
    <w:p w:rsidR="00146F26" w:rsidRPr="000942F7" w:rsidRDefault="00146F26" w:rsidP="001239F4">
      <w:pPr>
        <w:spacing w:line="360" w:lineRule="auto"/>
        <w:ind w:firstLine="420"/>
      </w:pPr>
      <w:r w:rsidRPr="000942F7">
        <w:t>1.</w:t>
      </w:r>
      <w:r w:rsidRPr="000942F7">
        <w:rPr>
          <w:rFonts w:hAnsi="宋体" w:cs="宋体" w:hint="eastAsia"/>
        </w:rPr>
        <w:t>制版用感光材料；</w:t>
      </w:r>
      <w:r w:rsidRPr="000942F7">
        <w:t>2.</w:t>
      </w:r>
      <w:r w:rsidRPr="000942F7">
        <w:rPr>
          <w:rFonts w:hAnsi="宋体" w:cs="宋体" w:hint="eastAsia"/>
        </w:rPr>
        <w:t>凸版制版；</w:t>
      </w:r>
      <w:r w:rsidRPr="000942F7">
        <w:t>3.</w:t>
      </w:r>
      <w:r w:rsidRPr="000942F7">
        <w:rPr>
          <w:rFonts w:hAnsi="宋体" w:cs="宋体" w:hint="eastAsia"/>
        </w:rPr>
        <w:t>平版制版；</w:t>
      </w:r>
      <w:r w:rsidRPr="000942F7">
        <w:t>4.</w:t>
      </w:r>
      <w:r w:rsidRPr="000942F7">
        <w:rPr>
          <w:rFonts w:hAnsi="宋体" w:cs="宋体" w:hint="eastAsia"/>
        </w:rPr>
        <w:t>凹版制版；</w:t>
      </w:r>
      <w:r w:rsidRPr="000942F7">
        <w:t>5.</w:t>
      </w:r>
      <w:r w:rsidRPr="000942F7">
        <w:rPr>
          <w:rFonts w:hAnsi="宋体" w:cs="宋体" w:hint="eastAsia"/>
        </w:rPr>
        <w:t>孔版制版。</w:t>
      </w:r>
    </w:p>
    <w:p w:rsidR="00146F26" w:rsidRPr="000942F7" w:rsidRDefault="00146F26" w:rsidP="001239F4">
      <w:pPr>
        <w:spacing w:line="360" w:lineRule="auto"/>
        <w:ind w:firstLine="420"/>
      </w:pPr>
      <w:r w:rsidRPr="000942F7">
        <w:rPr>
          <w:rFonts w:hAnsi="宋体" w:cs="宋体" w:hint="eastAsia"/>
        </w:rPr>
        <w:t>重点：</w:t>
      </w:r>
    </w:p>
    <w:p w:rsidR="00146F26" w:rsidRPr="000942F7" w:rsidRDefault="00146F26" w:rsidP="001239F4">
      <w:pPr>
        <w:spacing w:line="360" w:lineRule="auto"/>
        <w:ind w:firstLine="420"/>
      </w:pPr>
      <w:r w:rsidRPr="000942F7">
        <w:lastRenderedPageBreak/>
        <w:t>1.</w:t>
      </w:r>
      <w:r w:rsidRPr="000942F7">
        <w:rPr>
          <w:rFonts w:hAnsi="宋体" w:cs="宋体" w:hint="eastAsia"/>
        </w:rPr>
        <w:t>制版用感光材料的种类及基本特点；</w:t>
      </w:r>
      <w:r w:rsidRPr="000942F7">
        <w:t>2.</w:t>
      </w:r>
      <w:r w:rsidRPr="000942F7">
        <w:rPr>
          <w:rFonts w:hAnsi="宋体" w:cs="宋体" w:hint="eastAsia"/>
        </w:rPr>
        <w:t>凸版制版原理与工艺；</w:t>
      </w:r>
      <w:r w:rsidRPr="000942F7">
        <w:t>3.</w:t>
      </w:r>
      <w:r w:rsidRPr="000942F7">
        <w:rPr>
          <w:rFonts w:hAnsi="宋体" w:cs="宋体" w:hint="eastAsia"/>
        </w:rPr>
        <w:t>柔版制版原理与工艺；</w:t>
      </w:r>
      <w:r w:rsidRPr="000942F7">
        <w:t>4.</w:t>
      </w:r>
      <w:r w:rsidRPr="000942F7">
        <w:rPr>
          <w:rFonts w:hAnsi="宋体" w:cs="宋体" w:hint="eastAsia"/>
        </w:rPr>
        <w:t>电子雕刻凹版制版原理与工艺；</w:t>
      </w:r>
      <w:r w:rsidRPr="000942F7">
        <w:t>5.</w:t>
      </w:r>
      <w:r w:rsidRPr="000942F7">
        <w:rPr>
          <w:rFonts w:hAnsi="宋体" w:cs="宋体" w:hint="eastAsia"/>
        </w:rPr>
        <w:t>平版胶印制版原理与工艺。</w:t>
      </w:r>
    </w:p>
    <w:p w:rsidR="00146F26" w:rsidRPr="000942F7" w:rsidRDefault="00146F26" w:rsidP="001239F4">
      <w:pPr>
        <w:spacing w:line="360" w:lineRule="auto"/>
        <w:ind w:firstLine="420"/>
      </w:pPr>
      <w:r w:rsidRPr="000942F7">
        <w:rPr>
          <w:rFonts w:hAnsi="宋体" w:cs="宋体" w:hint="eastAsia"/>
        </w:rPr>
        <w:t>（五）印刷</w:t>
      </w:r>
    </w:p>
    <w:p w:rsidR="00146F26" w:rsidRPr="000942F7" w:rsidRDefault="00146F26" w:rsidP="001239F4">
      <w:pPr>
        <w:spacing w:line="360" w:lineRule="auto"/>
        <w:ind w:firstLine="420"/>
      </w:pPr>
      <w:r w:rsidRPr="000942F7">
        <w:t>1.</w:t>
      </w:r>
      <w:r w:rsidRPr="000942F7">
        <w:rPr>
          <w:rFonts w:hAnsi="宋体" w:cs="宋体" w:hint="eastAsia"/>
        </w:rPr>
        <w:t>凸版印刷机及印刷工艺；</w:t>
      </w:r>
      <w:r w:rsidRPr="000942F7">
        <w:t>2.</w:t>
      </w:r>
      <w:r w:rsidRPr="000942F7">
        <w:rPr>
          <w:rFonts w:hAnsi="宋体" w:cs="宋体" w:hint="eastAsia"/>
        </w:rPr>
        <w:t>胶印机及平版胶印；</w:t>
      </w:r>
      <w:r w:rsidRPr="000942F7">
        <w:t>3.</w:t>
      </w:r>
      <w:r w:rsidRPr="000942F7">
        <w:rPr>
          <w:rFonts w:hAnsi="宋体" w:cs="宋体" w:hint="eastAsia"/>
        </w:rPr>
        <w:t>凹版印刷机及凹版印刷工艺；</w:t>
      </w:r>
      <w:r w:rsidRPr="000942F7">
        <w:t>4.</w:t>
      </w:r>
      <w:r w:rsidRPr="000942F7">
        <w:rPr>
          <w:rFonts w:hAnsi="宋体" w:cs="宋体" w:hint="eastAsia"/>
        </w:rPr>
        <w:t>孔版印刷；</w:t>
      </w:r>
      <w:r w:rsidRPr="000942F7">
        <w:t>5.</w:t>
      </w:r>
      <w:r w:rsidRPr="000942F7">
        <w:rPr>
          <w:rFonts w:hAnsi="宋体" w:cs="宋体" w:hint="eastAsia"/>
        </w:rPr>
        <w:t>特种印刷。</w:t>
      </w:r>
    </w:p>
    <w:p w:rsidR="00146F26" w:rsidRPr="000942F7" w:rsidRDefault="00146F26" w:rsidP="001239F4">
      <w:pPr>
        <w:spacing w:line="360" w:lineRule="auto"/>
        <w:ind w:firstLine="420"/>
      </w:pPr>
      <w:r w:rsidRPr="000942F7">
        <w:rPr>
          <w:rFonts w:hAnsi="宋体" w:cs="宋体" w:hint="eastAsia"/>
        </w:rPr>
        <w:t>重点：</w:t>
      </w:r>
    </w:p>
    <w:p w:rsidR="00146F26" w:rsidRPr="000942F7" w:rsidRDefault="00146F26" w:rsidP="001239F4">
      <w:pPr>
        <w:numPr>
          <w:ilvl w:val="0"/>
          <w:numId w:val="1"/>
        </w:numPr>
        <w:spacing w:line="360" w:lineRule="auto"/>
      </w:pPr>
      <w:r w:rsidRPr="000942F7">
        <w:rPr>
          <w:rFonts w:hAnsi="宋体" w:cs="宋体" w:hint="eastAsia"/>
        </w:rPr>
        <w:t>凸版印刷的应用，凸版印刷机的主要组成，凸版印刷工艺流程；</w:t>
      </w:r>
    </w:p>
    <w:p w:rsidR="00146F26" w:rsidRPr="000942F7" w:rsidRDefault="00146F26" w:rsidP="001239F4">
      <w:pPr>
        <w:numPr>
          <w:ilvl w:val="0"/>
          <w:numId w:val="1"/>
        </w:numPr>
        <w:spacing w:line="360" w:lineRule="auto"/>
      </w:pPr>
      <w:r w:rsidRPr="000942F7">
        <w:rPr>
          <w:rFonts w:hAnsi="宋体" w:cs="宋体" w:hint="eastAsia"/>
        </w:rPr>
        <w:t>柔版印刷的应用，柔印机的主要组成，柔版胶印工艺流程；</w:t>
      </w:r>
    </w:p>
    <w:p w:rsidR="00146F26" w:rsidRPr="000942F7" w:rsidRDefault="00146F26" w:rsidP="001239F4">
      <w:pPr>
        <w:numPr>
          <w:ilvl w:val="0"/>
          <w:numId w:val="1"/>
        </w:numPr>
        <w:spacing w:line="360" w:lineRule="auto"/>
      </w:pPr>
      <w:r w:rsidRPr="000942F7">
        <w:rPr>
          <w:rFonts w:hAnsi="宋体" w:cs="宋体" w:hint="eastAsia"/>
        </w:rPr>
        <w:t>胶版印刷的应用，胶印机的主要组成，平版胶印工艺流程；</w:t>
      </w:r>
    </w:p>
    <w:p w:rsidR="00146F26" w:rsidRPr="000942F7" w:rsidRDefault="00146F26" w:rsidP="001239F4">
      <w:pPr>
        <w:numPr>
          <w:ilvl w:val="0"/>
          <w:numId w:val="1"/>
        </w:numPr>
        <w:spacing w:line="360" w:lineRule="auto"/>
      </w:pPr>
      <w:r w:rsidRPr="000942F7">
        <w:rPr>
          <w:rFonts w:hAnsi="宋体" w:cs="宋体" w:hint="eastAsia"/>
        </w:rPr>
        <w:t>凹版印刷的应用，凹印机的主要组成，凹版印刷工艺流程；</w:t>
      </w:r>
    </w:p>
    <w:p w:rsidR="00146F26" w:rsidRPr="000942F7" w:rsidRDefault="00146F26" w:rsidP="001239F4">
      <w:pPr>
        <w:numPr>
          <w:ilvl w:val="0"/>
          <w:numId w:val="1"/>
        </w:numPr>
        <w:spacing w:line="360" w:lineRule="auto"/>
      </w:pPr>
      <w:r w:rsidRPr="000942F7">
        <w:rPr>
          <w:rFonts w:hAnsi="宋体" w:cs="宋体" w:hint="eastAsia"/>
        </w:rPr>
        <w:t>孔版印刷的应用，孔版印刷的主要类型，孔版印机的主要组成，丝网印刷工艺流程；</w:t>
      </w:r>
    </w:p>
    <w:p w:rsidR="00146F26" w:rsidRPr="000942F7" w:rsidRDefault="00146F26" w:rsidP="001239F4">
      <w:pPr>
        <w:numPr>
          <w:ilvl w:val="0"/>
          <w:numId w:val="1"/>
        </w:numPr>
        <w:spacing w:line="360" w:lineRule="auto"/>
      </w:pPr>
      <w:r w:rsidRPr="000942F7">
        <w:rPr>
          <w:rFonts w:hAnsi="宋体" w:cs="宋体" w:hint="eastAsia"/>
        </w:rPr>
        <w:t>数字印刷的应用，数字印刷机的主要组成，数字印刷工艺流程；</w:t>
      </w:r>
    </w:p>
    <w:p w:rsidR="00146F26" w:rsidRPr="000942F7" w:rsidRDefault="00146F26" w:rsidP="001239F4">
      <w:pPr>
        <w:numPr>
          <w:ilvl w:val="0"/>
          <w:numId w:val="1"/>
        </w:numPr>
        <w:spacing w:line="360" w:lineRule="auto"/>
      </w:pPr>
      <w:r w:rsidRPr="000942F7">
        <w:rPr>
          <w:rFonts w:hAnsi="宋体" w:cs="宋体" w:hint="eastAsia"/>
        </w:rPr>
        <w:t>木刻水印的特点以及工艺流程；</w:t>
      </w:r>
    </w:p>
    <w:p w:rsidR="00146F26" w:rsidRPr="000942F7" w:rsidRDefault="00146F26" w:rsidP="001239F4">
      <w:pPr>
        <w:numPr>
          <w:ilvl w:val="0"/>
          <w:numId w:val="1"/>
        </w:numPr>
        <w:spacing w:line="360" w:lineRule="auto"/>
      </w:pPr>
      <w:r w:rsidRPr="000942F7">
        <w:rPr>
          <w:rFonts w:hAnsi="宋体" w:cs="宋体" w:hint="eastAsia"/>
        </w:rPr>
        <w:t>珂罗版印刷的特点以及工艺流程；</w:t>
      </w:r>
    </w:p>
    <w:p w:rsidR="00146F26" w:rsidRPr="000942F7" w:rsidRDefault="00146F26" w:rsidP="001239F4">
      <w:pPr>
        <w:numPr>
          <w:ilvl w:val="0"/>
          <w:numId w:val="1"/>
        </w:numPr>
        <w:spacing w:line="360" w:lineRule="auto"/>
      </w:pPr>
      <w:r w:rsidRPr="000942F7">
        <w:rPr>
          <w:rFonts w:hAnsi="宋体" w:cs="宋体" w:hint="eastAsia"/>
        </w:rPr>
        <w:t>盲文印刷的特点以及工艺流程；</w:t>
      </w:r>
    </w:p>
    <w:p w:rsidR="00146F26" w:rsidRPr="000942F7" w:rsidRDefault="00146F26" w:rsidP="001239F4">
      <w:pPr>
        <w:numPr>
          <w:ilvl w:val="0"/>
          <w:numId w:val="1"/>
        </w:numPr>
        <w:spacing w:line="360" w:lineRule="auto"/>
      </w:pPr>
      <w:r w:rsidRPr="000942F7">
        <w:rPr>
          <w:rFonts w:hAnsi="宋体" w:cs="宋体" w:hint="eastAsia"/>
        </w:rPr>
        <w:t>转移印刷的特点以及工艺流程；</w:t>
      </w:r>
    </w:p>
    <w:p w:rsidR="00146F26" w:rsidRPr="000942F7" w:rsidRDefault="00146F26" w:rsidP="001239F4">
      <w:pPr>
        <w:numPr>
          <w:ilvl w:val="0"/>
          <w:numId w:val="1"/>
        </w:numPr>
        <w:spacing w:line="360" w:lineRule="auto"/>
      </w:pPr>
      <w:r w:rsidRPr="000942F7">
        <w:rPr>
          <w:rFonts w:hAnsi="宋体" w:cs="宋体" w:hint="eastAsia"/>
        </w:rPr>
        <w:t>立体印刷的特点以及工艺流程；</w:t>
      </w:r>
    </w:p>
    <w:p w:rsidR="00146F26" w:rsidRPr="000942F7" w:rsidRDefault="00146F26" w:rsidP="001239F4">
      <w:pPr>
        <w:numPr>
          <w:ilvl w:val="0"/>
          <w:numId w:val="1"/>
        </w:numPr>
        <w:spacing w:line="360" w:lineRule="auto"/>
      </w:pPr>
      <w:r w:rsidRPr="000942F7">
        <w:rPr>
          <w:rFonts w:hAnsi="宋体" w:cs="宋体" w:hint="eastAsia"/>
        </w:rPr>
        <w:t>激光全息印刷的特点以及工艺流程；</w:t>
      </w:r>
      <w:bookmarkStart w:id="0" w:name="_GoBack"/>
      <w:bookmarkEnd w:id="0"/>
    </w:p>
    <w:p w:rsidR="00146F26" w:rsidRPr="000942F7" w:rsidRDefault="00146F26" w:rsidP="001239F4">
      <w:pPr>
        <w:numPr>
          <w:ilvl w:val="0"/>
          <w:numId w:val="1"/>
        </w:numPr>
        <w:spacing w:line="360" w:lineRule="auto"/>
      </w:pPr>
      <w:r w:rsidRPr="000942F7">
        <w:rPr>
          <w:rFonts w:hAnsi="宋体" w:cs="宋体" w:hint="eastAsia"/>
        </w:rPr>
        <w:t>商业票据印刷的特点以及工艺流程。</w:t>
      </w:r>
    </w:p>
    <w:p w:rsidR="00146F26" w:rsidRPr="000942F7" w:rsidRDefault="00146F26" w:rsidP="001239F4">
      <w:pPr>
        <w:spacing w:line="360" w:lineRule="auto"/>
        <w:ind w:left="420"/>
      </w:pPr>
      <w:r w:rsidRPr="000942F7">
        <w:rPr>
          <w:rFonts w:hAnsi="宋体" w:cs="宋体" w:hint="eastAsia"/>
        </w:rPr>
        <w:t>（六）印后加工技术</w:t>
      </w:r>
    </w:p>
    <w:p w:rsidR="00146F26" w:rsidRPr="000942F7" w:rsidRDefault="00146F26" w:rsidP="001239F4">
      <w:pPr>
        <w:spacing w:line="360" w:lineRule="auto"/>
        <w:ind w:firstLine="420"/>
      </w:pPr>
      <w:r w:rsidRPr="000942F7">
        <w:t>1.</w:t>
      </w:r>
      <w:r w:rsidRPr="000942F7">
        <w:rPr>
          <w:rFonts w:hAnsi="宋体" w:cs="宋体" w:hint="eastAsia"/>
        </w:rPr>
        <w:t>书刊装订工艺；</w:t>
      </w:r>
      <w:r w:rsidRPr="000942F7">
        <w:t>2.</w:t>
      </w:r>
      <w:r w:rsidRPr="000942F7">
        <w:rPr>
          <w:rFonts w:hAnsi="宋体" w:cs="宋体" w:hint="eastAsia"/>
        </w:rPr>
        <w:t>印刷品表面加工。</w:t>
      </w:r>
    </w:p>
    <w:p w:rsidR="00146F26" w:rsidRPr="000942F7" w:rsidRDefault="00146F26" w:rsidP="00936201">
      <w:pPr>
        <w:spacing w:line="360" w:lineRule="auto"/>
        <w:ind w:firstLineChars="175" w:firstLine="368"/>
      </w:pPr>
      <w:r w:rsidRPr="000942F7">
        <w:rPr>
          <w:rFonts w:hAnsi="宋体" w:cs="宋体" w:hint="eastAsia"/>
        </w:rPr>
        <w:t>重点：</w:t>
      </w:r>
    </w:p>
    <w:p w:rsidR="00146F26" w:rsidRPr="000942F7" w:rsidRDefault="00146F26" w:rsidP="00936201">
      <w:pPr>
        <w:spacing w:line="360" w:lineRule="auto"/>
        <w:ind w:firstLineChars="175" w:firstLine="368"/>
      </w:pPr>
      <w:r w:rsidRPr="000942F7">
        <w:t>1.</w:t>
      </w:r>
      <w:r w:rsidRPr="000942F7">
        <w:rPr>
          <w:rFonts w:hAnsi="宋体" w:cs="宋体" w:hint="eastAsia"/>
        </w:rPr>
        <w:t>书刊装订技术的发展简史；</w:t>
      </w:r>
      <w:r w:rsidRPr="000942F7">
        <w:t>2.</w:t>
      </w:r>
      <w:r w:rsidRPr="000942F7">
        <w:rPr>
          <w:rFonts w:hAnsi="宋体" w:cs="宋体" w:hint="eastAsia"/>
        </w:rPr>
        <w:t>书刊装订方法的分类及主要的工艺流程；</w:t>
      </w:r>
      <w:r w:rsidRPr="000942F7">
        <w:t xml:space="preserve"> 3.</w:t>
      </w:r>
      <w:r w:rsidRPr="000942F7">
        <w:rPr>
          <w:rFonts w:hAnsi="宋体" w:cs="宋体" w:hint="eastAsia"/>
        </w:rPr>
        <w:t>表面整饰工艺及主要的工艺流程。</w:t>
      </w:r>
    </w:p>
    <w:p w:rsidR="00146F26" w:rsidRPr="000942F7" w:rsidRDefault="00146F26" w:rsidP="00936201">
      <w:pPr>
        <w:spacing w:line="360" w:lineRule="auto"/>
        <w:ind w:firstLineChars="175" w:firstLine="368"/>
      </w:pPr>
      <w:r w:rsidRPr="000942F7">
        <w:rPr>
          <w:rFonts w:hAnsi="宋体" w:cs="宋体" w:hint="eastAsia"/>
        </w:rPr>
        <w:t>（七）印刷品质量</w:t>
      </w:r>
    </w:p>
    <w:p w:rsidR="00146F26" w:rsidRPr="000942F7" w:rsidRDefault="00146F26" w:rsidP="00936201">
      <w:pPr>
        <w:spacing w:line="360" w:lineRule="auto"/>
        <w:ind w:firstLineChars="175" w:firstLine="368"/>
      </w:pPr>
      <w:r w:rsidRPr="000942F7">
        <w:t>1.</w:t>
      </w:r>
      <w:r w:rsidRPr="000942F7">
        <w:rPr>
          <w:rFonts w:hAnsi="宋体" w:cs="宋体" w:hint="eastAsia"/>
        </w:rPr>
        <w:t>印刷品质量的定义及基本内容；</w:t>
      </w:r>
      <w:r w:rsidRPr="000942F7">
        <w:t>2.</w:t>
      </w:r>
      <w:r w:rsidRPr="000942F7">
        <w:rPr>
          <w:rFonts w:hAnsi="宋体" w:cs="宋体" w:hint="eastAsia"/>
        </w:rPr>
        <w:t>印刷品质量的评价方法；</w:t>
      </w:r>
      <w:r w:rsidRPr="000942F7">
        <w:t>3.</w:t>
      </w:r>
      <w:r w:rsidRPr="000942F7">
        <w:rPr>
          <w:rFonts w:hAnsi="宋体" w:cs="宋体" w:hint="eastAsia"/>
        </w:rPr>
        <w:t>印刷品质量控制技术。</w:t>
      </w:r>
    </w:p>
    <w:p w:rsidR="00146F26" w:rsidRPr="000942F7" w:rsidRDefault="00146F26" w:rsidP="00936201">
      <w:pPr>
        <w:spacing w:line="360" w:lineRule="auto"/>
        <w:ind w:firstLineChars="175" w:firstLine="368"/>
      </w:pPr>
      <w:r w:rsidRPr="000942F7">
        <w:rPr>
          <w:rFonts w:hAnsi="宋体" w:cs="宋体" w:hint="eastAsia"/>
        </w:rPr>
        <w:t>重点：</w:t>
      </w:r>
    </w:p>
    <w:p w:rsidR="00146F26" w:rsidRPr="000942F7" w:rsidRDefault="00146F26" w:rsidP="00936201">
      <w:pPr>
        <w:spacing w:line="360" w:lineRule="auto"/>
        <w:ind w:firstLineChars="175" w:firstLine="368"/>
      </w:pPr>
      <w:r w:rsidRPr="000942F7">
        <w:t>1.</w:t>
      </w:r>
      <w:r w:rsidRPr="000942F7">
        <w:rPr>
          <w:rFonts w:hAnsi="宋体" w:cs="宋体" w:hint="eastAsia"/>
        </w:rPr>
        <w:t>印刷品质量评价的主要内容；</w:t>
      </w:r>
      <w:r w:rsidRPr="000942F7">
        <w:t>2.</w:t>
      </w:r>
      <w:r w:rsidRPr="000942F7">
        <w:rPr>
          <w:rFonts w:hAnsi="宋体" w:cs="宋体" w:hint="eastAsia"/>
        </w:rPr>
        <w:t>印刷品质量评价的方法；</w:t>
      </w:r>
      <w:r w:rsidRPr="000942F7">
        <w:t>3.</w:t>
      </w:r>
      <w:r w:rsidRPr="000942F7">
        <w:rPr>
          <w:rFonts w:hAnsi="宋体" w:cs="宋体" w:hint="eastAsia"/>
        </w:rPr>
        <w:t>密度与色度测量在印刷品质量测控中的应用；</w:t>
      </w:r>
      <w:r w:rsidRPr="000942F7">
        <w:t>4.</w:t>
      </w:r>
      <w:r w:rsidRPr="000942F7">
        <w:rPr>
          <w:rFonts w:hAnsi="宋体" w:cs="宋体" w:hint="eastAsia"/>
        </w:rPr>
        <w:t>印刷品质量控制的主要指标。</w:t>
      </w:r>
    </w:p>
    <w:p w:rsidR="00146F26" w:rsidRPr="00185B43" w:rsidRDefault="00146F26" w:rsidP="001239F4">
      <w:pPr>
        <w:spacing w:line="360" w:lineRule="auto"/>
        <w:rPr>
          <w:b/>
          <w:sz w:val="24"/>
          <w:szCs w:val="24"/>
        </w:rPr>
      </w:pPr>
      <w:r w:rsidRPr="00185B43">
        <w:rPr>
          <w:rFonts w:hAnsi="宋体" w:cs="宋体" w:hint="eastAsia"/>
          <w:b/>
          <w:sz w:val="24"/>
          <w:szCs w:val="24"/>
        </w:rPr>
        <w:lastRenderedPageBreak/>
        <w:t>二、考试类型：</w:t>
      </w:r>
    </w:p>
    <w:p w:rsidR="00146F26" w:rsidRPr="000942F7" w:rsidRDefault="00146F26" w:rsidP="001239F4">
      <w:pPr>
        <w:spacing w:line="360" w:lineRule="auto"/>
      </w:pPr>
      <w:r w:rsidRPr="000942F7">
        <w:tab/>
      </w:r>
      <w:r w:rsidRPr="000942F7">
        <w:rPr>
          <w:rFonts w:hAnsi="宋体" w:cs="宋体" w:hint="eastAsia"/>
        </w:rPr>
        <w:t>本门课程考试题型包括术语解释、简答、论述等。</w:t>
      </w:r>
    </w:p>
    <w:p w:rsidR="00146F26" w:rsidRPr="00185B43" w:rsidRDefault="00146F26" w:rsidP="001239F4">
      <w:pPr>
        <w:spacing w:line="360" w:lineRule="auto"/>
        <w:rPr>
          <w:rFonts w:hAnsi="宋体" w:cs="宋体"/>
          <w:b/>
          <w:sz w:val="24"/>
          <w:szCs w:val="24"/>
        </w:rPr>
      </w:pPr>
      <w:r w:rsidRPr="00185B43">
        <w:rPr>
          <w:rFonts w:hAnsi="宋体" w:cs="宋体" w:hint="eastAsia"/>
          <w:b/>
          <w:sz w:val="24"/>
          <w:szCs w:val="24"/>
        </w:rPr>
        <w:t>三、推荐书目：</w:t>
      </w:r>
    </w:p>
    <w:p w:rsidR="00146F26" w:rsidRPr="000942F7" w:rsidRDefault="00146F26" w:rsidP="001239F4">
      <w:pPr>
        <w:spacing w:line="360" w:lineRule="auto"/>
        <w:rPr>
          <w:color w:val="000000"/>
        </w:rPr>
      </w:pPr>
      <w:r w:rsidRPr="000942F7">
        <w:rPr>
          <w:color w:val="000000"/>
          <w:shd w:val="clear" w:color="auto" w:fill="FFFFFF"/>
        </w:rPr>
        <w:t xml:space="preserve">1. </w:t>
      </w:r>
      <w:r w:rsidRPr="000942F7">
        <w:rPr>
          <w:rFonts w:hAnsi="Verdana" w:cs="宋体" w:hint="eastAsia"/>
          <w:color w:val="000000"/>
          <w:shd w:val="clear" w:color="auto" w:fill="FFFFFF"/>
        </w:rPr>
        <w:t>张树栋，《简明中华印刷通史》，广西师范大学出版社，</w:t>
      </w:r>
      <w:r w:rsidRPr="000942F7">
        <w:rPr>
          <w:color w:val="000000"/>
          <w:shd w:val="clear" w:color="auto" w:fill="FFFFFF"/>
        </w:rPr>
        <w:t>2004</w:t>
      </w:r>
      <w:r w:rsidRPr="000942F7">
        <w:rPr>
          <w:rFonts w:hAnsi="Verdana" w:cs="宋体" w:hint="eastAsia"/>
          <w:color w:val="000000"/>
          <w:shd w:val="clear" w:color="auto" w:fill="FFFFFF"/>
        </w:rPr>
        <w:t>年</w:t>
      </w:r>
      <w:r w:rsidRPr="000942F7">
        <w:rPr>
          <w:color w:val="000000"/>
          <w:shd w:val="clear" w:color="auto" w:fill="FFFFFF"/>
        </w:rPr>
        <w:t>8</w:t>
      </w:r>
      <w:r w:rsidRPr="000942F7">
        <w:rPr>
          <w:rFonts w:hAnsi="Verdana" w:cs="宋体" w:hint="eastAsia"/>
          <w:color w:val="000000"/>
          <w:shd w:val="clear" w:color="auto" w:fill="FFFFFF"/>
        </w:rPr>
        <w:t>月第一版</w:t>
      </w:r>
      <w:r w:rsidRPr="000942F7">
        <w:rPr>
          <w:color w:val="000000"/>
        </w:rPr>
        <w:br/>
      </w:r>
      <w:r w:rsidRPr="000942F7">
        <w:rPr>
          <w:color w:val="000000"/>
          <w:shd w:val="clear" w:color="auto" w:fill="FFFFFF"/>
        </w:rPr>
        <w:t xml:space="preserve">2. </w:t>
      </w:r>
      <w:r w:rsidRPr="000942F7">
        <w:rPr>
          <w:rFonts w:hAnsi="Verdana" w:cs="宋体" w:hint="eastAsia"/>
          <w:color w:val="000000"/>
          <w:shd w:val="clear" w:color="auto" w:fill="FFFFFF"/>
        </w:rPr>
        <w:t>徐锦林，《印刷工程导论》，化学工业出版社，</w:t>
      </w:r>
      <w:r w:rsidRPr="000942F7">
        <w:rPr>
          <w:color w:val="000000"/>
          <w:shd w:val="clear" w:color="auto" w:fill="FFFFFF"/>
        </w:rPr>
        <w:t>2006</w:t>
      </w:r>
      <w:r w:rsidRPr="000942F7">
        <w:rPr>
          <w:rFonts w:hAnsi="Verdana" w:cs="宋体" w:hint="eastAsia"/>
          <w:color w:val="000000"/>
          <w:shd w:val="clear" w:color="auto" w:fill="FFFFFF"/>
        </w:rPr>
        <w:t>年</w:t>
      </w:r>
      <w:r w:rsidRPr="000942F7">
        <w:rPr>
          <w:color w:val="000000"/>
          <w:shd w:val="clear" w:color="auto" w:fill="FFFFFF"/>
        </w:rPr>
        <w:t>5</w:t>
      </w:r>
      <w:r w:rsidRPr="000942F7">
        <w:rPr>
          <w:rFonts w:hAnsi="Verdana" w:cs="宋体" w:hint="eastAsia"/>
          <w:color w:val="000000"/>
          <w:shd w:val="clear" w:color="auto" w:fill="FFFFFF"/>
        </w:rPr>
        <w:t>月第一版</w:t>
      </w:r>
      <w:r w:rsidRPr="000942F7">
        <w:rPr>
          <w:color w:val="000000"/>
        </w:rPr>
        <w:br/>
      </w:r>
    </w:p>
    <w:p w:rsidR="00146F26" w:rsidRPr="00F57949" w:rsidRDefault="00146F26" w:rsidP="001239F4">
      <w:pPr>
        <w:spacing w:line="360" w:lineRule="auto"/>
      </w:pPr>
    </w:p>
    <w:sectPr w:rsidR="00146F26" w:rsidRPr="00F57949" w:rsidSect="006240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710" w:rsidRDefault="00255710" w:rsidP="001239F4">
      <w:r>
        <w:separator/>
      </w:r>
    </w:p>
  </w:endnote>
  <w:endnote w:type="continuationSeparator" w:id="1">
    <w:p w:rsidR="00255710" w:rsidRDefault="00255710" w:rsidP="001239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710" w:rsidRDefault="00255710" w:rsidP="001239F4">
      <w:r>
        <w:separator/>
      </w:r>
    </w:p>
  </w:footnote>
  <w:footnote w:type="continuationSeparator" w:id="1">
    <w:p w:rsidR="00255710" w:rsidRDefault="00255710" w:rsidP="001239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16DD8"/>
    <w:multiLevelType w:val="hybridMultilevel"/>
    <w:tmpl w:val="F40E48C8"/>
    <w:lvl w:ilvl="0" w:tplc="84122BF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949"/>
    <w:rsid w:val="0007184E"/>
    <w:rsid w:val="00087A0F"/>
    <w:rsid w:val="000942F7"/>
    <w:rsid w:val="001239F4"/>
    <w:rsid w:val="00146F26"/>
    <w:rsid w:val="00185B43"/>
    <w:rsid w:val="00220169"/>
    <w:rsid w:val="00223631"/>
    <w:rsid w:val="00255710"/>
    <w:rsid w:val="003A28A6"/>
    <w:rsid w:val="004F2CCA"/>
    <w:rsid w:val="006240B3"/>
    <w:rsid w:val="006F036B"/>
    <w:rsid w:val="00907D6B"/>
    <w:rsid w:val="00936201"/>
    <w:rsid w:val="00981B7C"/>
    <w:rsid w:val="00A239AD"/>
    <w:rsid w:val="00B935C9"/>
    <w:rsid w:val="00CE5A76"/>
    <w:rsid w:val="00DB4577"/>
    <w:rsid w:val="00DC08DF"/>
    <w:rsid w:val="00E316E4"/>
    <w:rsid w:val="00F57949"/>
    <w:rsid w:val="00FE4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49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1239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1239F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1239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1239F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216</Words>
  <Characters>1235</Characters>
  <Application>Microsoft Office Word</Application>
  <DocSecurity>0</DocSecurity>
  <Lines>10</Lines>
  <Paragraphs>2</Paragraphs>
  <ScaleCrop>false</ScaleCrop>
  <Company>XX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user47</cp:lastModifiedBy>
  <cp:revision>7</cp:revision>
  <dcterms:created xsi:type="dcterms:W3CDTF">2015-05-12T06:31:00Z</dcterms:created>
  <dcterms:modified xsi:type="dcterms:W3CDTF">2019-06-18T02:23:00Z</dcterms:modified>
</cp:coreProperties>
</file>